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606" w:rsidRDefault="00775B59" w:rsidP="00775B59">
      <w:pPr>
        <w:pStyle w:val="Heading1"/>
      </w:pPr>
      <w:r>
        <w:t>Installation of Rosetta-J</w:t>
      </w:r>
    </w:p>
    <w:p w:rsidR="00775B59" w:rsidRDefault="00775B59">
      <w:r>
        <w:t xml:space="preserve">Rosetta-J is used for translation of the IMSMA NG languages files in </w:t>
      </w:r>
      <w:r w:rsidRPr="00775B59">
        <w:t>C:\IMSMAng\client\resources\com\fgm\imsma\lexicon</w:t>
      </w:r>
      <w:r>
        <w:t xml:space="preserve">; </w:t>
      </w:r>
      <w:proofErr w:type="spellStart"/>
      <w:r>
        <w:t>IMessages</w:t>
      </w:r>
      <w:r w:rsidRPr="00775B59">
        <w:t>.properties</w:t>
      </w:r>
      <w:proofErr w:type="spellEnd"/>
      <w:r>
        <w:t xml:space="preserve"> and </w:t>
      </w:r>
      <w:proofErr w:type="spellStart"/>
      <w:r>
        <w:t>ITerms</w:t>
      </w:r>
      <w:r w:rsidRPr="00775B59">
        <w:t>.properties</w:t>
      </w:r>
      <w:proofErr w:type="spellEnd"/>
      <w:r>
        <w:t>.</w:t>
      </w:r>
    </w:p>
    <w:p w:rsidR="00775B59" w:rsidRDefault="00775B59">
      <w:r>
        <w:t>The installation package for Rosetta-J is a bit old and therefor some manual steps need to be done.</w:t>
      </w:r>
    </w:p>
    <w:p w:rsidR="00481C5C" w:rsidRDefault="00481C5C">
      <w:r>
        <w:t>1</w:t>
      </w:r>
      <w:r>
        <w:tab/>
        <w:t>Download all files from YouSe</w:t>
      </w:r>
      <w:r w:rsidR="00FF248D">
        <w:t>n</w:t>
      </w:r>
      <w:r>
        <w:t>dIt folder 9238/</w:t>
      </w:r>
      <w:proofErr w:type="spellStart"/>
      <w:r>
        <w:t>RosettaJ</w:t>
      </w:r>
      <w:proofErr w:type="spellEnd"/>
      <w:r w:rsidR="00FF248D">
        <w:t>.</w:t>
      </w:r>
    </w:p>
    <w:p w:rsidR="00775B59" w:rsidRDefault="00775B59">
      <w:r>
        <w:rPr>
          <w:noProof/>
        </w:rPr>
        <w:drawing>
          <wp:inline distT="0" distB="0" distL="0" distR="0">
            <wp:extent cx="4895238" cy="4000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238" cy="4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B59" w:rsidRDefault="00481C5C">
      <w:r>
        <w:t>2</w:t>
      </w:r>
      <w:r w:rsidR="00775B59">
        <w:tab/>
        <w:t xml:space="preserve">Start the installation package </w:t>
      </w:r>
      <w:r w:rsidR="00775B59" w:rsidRPr="00775B59">
        <w:rPr>
          <w:i/>
        </w:rPr>
        <w:t>Rosetta-J-Install.exe</w:t>
      </w:r>
      <w:r w:rsidR="00775B59">
        <w:t>. Choose language and click on OK</w:t>
      </w:r>
    </w:p>
    <w:p w:rsidR="00775B59" w:rsidRDefault="00775B59">
      <w:r>
        <w:rPr>
          <w:noProof/>
        </w:rPr>
        <w:lastRenderedPageBreak/>
        <w:drawing>
          <wp:inline distT="0" distB="0" distL="0" distR="0">
            <wp:extent cx="5731510" cy="39541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5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B59" w:rsidRDefault="00775B59">
      <w:r>
        <w:t>3</w:t>
      </w:r>
      <w:r>
        <w:tab/>
        <w:t>Click on Next</w:t>
      </w:r>
    </w:p>
    <w:p w:rsidR="00775B59" w:rsidRDefault="00775B59">
      <w:r>
        <w:rPr>
          <w:noProof/>
        </w:rPr>
        <w:drawing>
          <wp:inline distT="0" distB="0" distL="0" distR="0">
            <wp:extent cx="5372100" cy="370619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73826" cy="3707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B59" w:rsidRDefault="00775B59">
      <w:r>
        <w:t>4</w:t>
      </w:r>
      <w:r>
        <w:tab/>
        <w:t xml:space="preserve">I recommend that you install to </w:t>
      </w:r>
      <w:r w:rsidRPr="00775B59">
        <w:t>C:\Program Files</w:t>
      </w:r>
      <w:r>
        <w:t xml:space="preserve"> or </w:t>
      </w:r>
      <w:r w:rsidRPr="00775B59">
        <w:t>C:\Program Files (x86)</w:t>
      </w:r>
      <w:r>
        <w:t>.</w:t>
      </w:r>
    </w:p>
    <w:p w:rsidR="00775B59" w:rsidRDefault="00775B59">
      <w:r>
        <w:tab/>
        <w:t xml:space="preserve">Note that you should specify </w:t>
      </w:r>
      <w:r w:rsidRPr="00775B59">
        <w:rPr>
          <w:b/>
          <w:i/>
        </w:rPr>
        <w:t>\Rosetta-J</w:t>
      </w:r>
      <w:r>
        <w:t xml:space="preserve"> after the chosen folder. </w:t>
      </w:r>
      <w:proofErr w:type="gramStart"/>
      <w:r>
        <w:t>Click on Install.</w:t>
      </w:r>
      <w:proofErr w:type="gramEnd"/>
    </w:p>
    <w:p w:rsidR="00775B59" w:rsidRDefault="00775B59">
      <w:r>
        <w:rPr>
          <w:noProof/>
        </w:rPr>
        <w:lastRenderedPageBreak/>
        <w:drawing>
          <wp:inline distT="0" distB="0" distL="0" distR="0">
            <wp:extent cx="5731510" cy="395414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5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B59" w:rsidRDefault="00775B59">
      <w:r>
        <w:t>5</w:t>
      </w:r>
      <w:r>
        <w:tab/>
        <w:t xml:space="preserve">Wait until the installation is </w:t>
      </w:r>
      <w:proofErr w:type="gramStart"/>
      <w:r>
        <w:t>Done</w:t>
      </w:r>
      <w:proofErr w:type="gramEnd"/>
      <w:r>
        <w:t>.</w:t>
      </w:r>
    </w:p>
    <w:p w:rsidR="00B65C7E" w:rsidRDefault="00B65C7E">
      <w:r>
        <w:rPr>
          <w:noProof/>
        </w:rPr>
        <w:drawing>
          <wp:inline distT="0" distB="0" distL="0" distR="0">
            <wp:extent cx="5731510" cy="10604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B59" w:rsidRDefault="00775B59">
      <w:r>
        <w:t>6</w:t>
      </w:r>
      <w:r>
        <w:tab/>
        <w:t xml:space="preserve">Navigate to the chosen installation folder e.g. </w:t>
      </w:r>
      <w:r w:rsidRPr="00775B59">
        <w:t>C:\Program Files (x86)\Rosetta-J</w:t>
      </w:r>
      <w:r>
        <w:t>.</w:t>
      </w:r>
    </w:p>
    <w:p w:rsidR="00B65C7E" w:rsidRDefault="00775B59">
      <w:r>
        <w:tab/>
        <w:t xml:space="preserve">Go to the folder bin. If there are no files there than unzip </w:t>
      </w:r>
      <w:r w:rsidRPr="00775B59">
        <w:t>Rosetta_bin_64_bits.zip</w:t>
      </w:r>
      <w:r>
        <w:t xml:space="preserve"> to the bin </w:t>
      </w:r>
    </w:p>
    <w:p w:rsidR="00775B59" w:rsidRDefault="00B65C7E">
      <w:r>
        <w:tab/>
      </w:r>
      <w:proofErr w:type="gramStart"/>
      <w:r w:rsidR="00775B59">
        <w:t>folder</w:t>
      </w:r>
      <w:proofErr w:type="gramEnd"/>
      <w:r w:rsidR="00775B59">
        <w:t>.</w:t>
      </w:r>
    </w:p>
    <w:p w:rsidR="00B65C7E" w:rsidRDefault="00B65C7E">
      <w:r>
        <w:t>7</w:t>
      </w:r>
      <w:r>
        <w:tab/>
        <w:t xml:space="preserve">Start Rosetta-J by clicking on </w:t>
      </w:r>
      <w:r w:rsidRPr="00B65C7E">
        <w:t>C:\Program Files (x86)\Rosetta-J\bin</w:t>
      </w:r>
      <w:r>
        <w:t>\</w:t>
      </w:r>
      <w:r w:rsidRPr="00B65C7E">
        <w:t>rosetta-j.exe</w:t>
      </w:r>
      <w:r>
        <w:t>.</w:t>
      </w:r>
    </w:p>
    <w:p w:rsidR="00377C96" w:rsidRDefault="00377C96">
      <w:r>
        <w:t>8</w:t>
      </w:r>
      <w:r>
        <w:tab/>
        <w:t xml:space="preserve">If Rosetta-J does not start unpack </w:t>
      </w:r>
      <w:r w:rsidRPr="00377C96">
        <w:rPr>
          <w:i/>
        </w:rPr>
        <w:t>Rosetta_jre_64_bits.zip</w:t>
      </w:r>
      <w:r>
        <w:t xml:space="preserve"> to the </w:t>
      </w:r>
      <w:proofErr w:type="spellStart"/>
      <w:r>
        <w:t>jre</w:t>
      </w:r>
      <w:proofErr w:type="spellEnd"/>
      <w:r>
        <w:t xml:space="preserve"> folder.</w:t>
      </w:r>
    </w:p>
    <w:p w:rsidR="00B65C7E" w:rsidRDefault="00B65C7E" w:rsidP="00B65C7E">
      <w:pPr>
        <w:ind w:firstLine="720"/>
      </w:pPr>
      <w:r>
        <w:t xml:space="preserve">If </w:t>
      </w:r>
      <w:r w:rsidR="00377C96">
        <w:t>that did not solve the problem,</w:t>
      </w:r>
      <w:r>
        <w:t xml:space="preserve"> contact your GICHD IM focal point.</w:t>
      </w:r>
    </w:p>
    <w:p w:rsidR="00B65C7E" w:rsidRDefault="00B65C7E">
      <w:r>
        <w:tab/>
        <w:t>Note that in on many computers no shortcut to Rosetta-J is created automatically.</w:t>
      </w:r>
    </w:p>
    <w:p w:rsidR="008F37D8" w:rsidRDefault="008F37D8">
      <w:r>
        <w:t>8</w:t>
      </w:r>
      <w:r>
        <w:tab/>
        <w:t>On how to use Rosetta-</w:t>
      </w:r>
      <w:proofErr w:type="gramStart"/>
      <w:r>
        <w:t>J,</w:t>
      </w:r>
      <w:proofErr w:type="gramEnd"/>
      <w:r>
        <w:t xml:space="preserve"> please refer to the m</w:t>
      </w:r>
      <w:bookmarkStart w:id="0" w:name="_GoBack"/>
      <w:bookmarkEnd w:id="0"/>
      <w:r>
        <w:t>anual.</w:t>
      </w:r>
    </w:p>
    <w:sectPr w:rsidR="008F37D8" w:rsidSect="002A76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B59"/>
    <w:rsid w:val="000B6CF8"/>
    <w:rsid w:val="002A7606"/>
    <w:rsid w:val="00377C96"/>
    <w:rsid w:val="00481C5C"/>
    <w:rsid w:val="00775B59"/>
    <w:rsid w:val="008F37D8"/>
    <w:rsid w:val="009D63C4"/>
    <w:rsid w:val="00A87C9F"/>
    <w:rsid w:val="00AC02F8"/>
    <w:rsid w:val="00B15391"/>
    <w:rsid w:val="00B65C7E"/>
    <w:rsid w:val="00BB5DF2"/>
    <w:rsid w:val="00CD1A3D"/>
    <w:rsid w:val="00D92EFF"/>
    <w:rsid w:val="00E63315"/>
    <w:rsid w:val="00FF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5B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5B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B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5B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5B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B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993F6455.dotm</Template>
  <TotalTime>85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Naucler Anne-Li</dc:creator>
  <cp:lastModifiedBy>Naucler Anne-Li</cp:lastModifiedBy>
  <cp:revision>4</cp:revision>
  <dcterms:created xsi:type="dcterms:W3CDTF">2013-04-19T15:42:00Z</dcterms:created>
  <dcterms:modified xsi:type="dcterms:W3CDTF">2013-04-24T11:40:00Z</dcterms:modified>
</cp:coreProperties>
</file>